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AC8" w:rsidRDefault="00850AC8" w:rsidP="00675157">
      <w:pPr>
        <w:outlineLvl w:val="0"/>
        <w:rPr>
          <w:lang w:val="en-US"/>
        </w:rPr>
      </w:pPr>
      <w:r w:rsidRPr="00BE45E0">
        <w:rPr>
          <w:lang w:val="en-US"/>
        </w:rPr>
        <w:t>SUBROUTINE ropp_pp_spectra</w:t>
      </w:r>
    </w:p>
    <w:p w:rsidR="00850AC8" w:rsidRDefault="00850AC8" w:rsidP="00BE45E0">
      <w:pPr>
        <w:rPr>
          <w:lang w:val="en-US"/>
        </w:rPr>
      </w:pPr>
    </w:p>
    <w:p w:rsidR="00850AC8" w:rsidRPr="00BE45E0" w:rsidRDefault="00850AC8" w:rsidP="00BE45E0">
      <w:pPr>
        <w:rPr>
          <w:lang w:val="en-US"/>
        </w:rPr>
      </w:pPr>
      <w:r w:rsidRPr="00BE45E0">
        <w:rPr>
          <w:lang w:val="en-US"/>
        </w:rPr>
        <w:t>! 3.4.1 Compute wave number</w:t>
      </w:r>
    </w:p>
    <w:p w:rsidR="00850AC8" w:rsidRPr="00BE45E0" w:rsidRDefault="00850AC8" w:rsidP="00BE45E0">
      <w:pPr>
        <w:rPr>
          <w:lang w:val="en-US"/>
        </w:rPr>
      </w:pPr>
    </w:p>
    <w:p w:rsidR="00850AC8" w:rsidRPr="00BE45E0" w:rsidRDefault="00850AC8" w:rsidP="00675157">
      <w:pPr>
        <w:outlineLvl w:val="0"/>
        <w:rPr>
          <w:lang w:val="en-US"/>
        </w:rPr>
      </w:pPr>
      <w:r w:rsidRPr="00BE45E0">
        <w:rPr>
          <w:lang w:val="en-US"/>
        </w:rPr>
        <w:t xml:space="preserve">    IF (ic == 1) k = 2.0_wp * pi * f_L1 / C_Light</w:t>
      </w:r>
    </w:p>
    <w:p w:rsidR="00850AC8" w:rsidRDefault="00850AC8" w:rsidP="00BE45E0">
      <w:pPr>
        <w:rPr>
          <w:color w:val="FF0000"/>
          <w:lang w:val="en-US"/>
        </w:rPr>
      </w:pPr>
      <w:r w:rsidRPr="00BE45E0">
        <w:rPr>
          <w:lang w:val="en-US"/>
        </w:rPr>
        <w:t xml:space="preserve">    IF (</w:t>
      </w:r>
      <w:r w:rsidRPr="00BE45E0">
        <w:rPr>
          <w:b/>
          <w:color w:val="FF0000"/>
          <w:lang w:val="en-US"/>
        </w:rPr>
        <w:t>ic == 1</w:t>
      </w:r>
      <w:r w:rsidRPr="00BE45E0">
        <w:rPr>
          <w:lang w:val="en-US"/>
        </w:rPr>
        <w:t>) k = 2.0_wp * pi * f_L2 / C_Light</w:t>
      </w:r>
      <w:r>
        <w:rPr>
          <w:lang w:val="en-US"/>
        </w:rPr>
        <w:t xml:space="preserve">    </w:t>
      </w:r>
      <w:r w:rsidRPr="00BE45E0">
        <w:rPr>
          <w:color w:val="FF0000"/>
          <w:lang w:val="en-US"/>
        </w:rPr>
        <w:t>(It would not be (ic==2) ?????</w:t>
      </w:r>
    </w:p>
    <w:p w:rsidR="00850AC8" w:rsidRDefault="00850AC8" w:rsidP="00BE45E0">
      <w:pPr>
        <w:rPr>
          <w:lang w:val="en-US"/>
        </w:rPr>
      </w:pPr>
    </w:p>
    <w:p w:rsidR="00850AC8" w:rsidRDefault="00850AC8" w:rsidP="00BE45E0">
      <w:pPr>
        <w:rPr>
          <w:lang w:val="en-US"/>
        </w:rPr>
      </w:pPr>
      <w:r>
        <w:rPr>
          <w:lang w:val="en-US"/>
        </w:rPr>
        <w:t>I changed the subroutine accordingly the above and the results changed quite significantly, just for L1. For L2, the results are the same.</w:t>
      </w:r>
    </w:p>
    <w:p w:rsidR="00850AC8" w:rsidRDefault="00850AC8" w:rsidP="00BE45E0">
      <w:pPr>
        <w:rPr>
          <w:lang w:val="en-US"/>
        </w:rPr>
      </w:pPr>
      <w:r>
        <w:rPr>
          <w:lang w:val="en-US"/>
        </w:rPr>
        <w:t>The tails of two solutions are shown below.</w:t>
      </w:r>
    </w:p>
    <w:p w:rsidR="00850AC8" w:rsidRDefault="00850AC8" w:rsidP="00BE45E0">
      <w:pPr>
        <w:rPr>
          <w:lang w:val="en-US"/>
        </w:rPr>
      </w:pPr>
      <w:r>
        <w:rPr>
          <w:lang w:val="en-US"/>
        </w:rPr>
        <w:t>Tail of solution with both ic==1</w:t>
      </w:r>
    </w:p>
    <w:p w:rsidR="00850AC8" w:rsidRPr="008217D9" w:rsidRDefault="00850AC8" w:rsidP="0071169B">
      <w:pPr>
        <w:spacing w:after="0" w:line="240" w:lineRule="auto"/>
      </w:pPr>
      <w:r w:rsidRPr="008217D9">
        <w:rPr>
          <w:lang w:val="en-US"/>
        </w:rPr>
        <w:t xml:space="preserve">  </w:t>
      </w:r>
      <w:r w:rsidRPr="008217D9">
        <w:t>0.17188E+02     0.1265  -0.24262E+01</w:t>
      </w:r>
    </w:p>
    <w:p w:rsidR="00850AC8" w:rsidRPr="008217D9" w:rsidRDefault="00850AC8" w:rsidP="0071169B">
      <w:pPr>
        <w:spacing w:after="0" w:line="240" w:lineRule="auto"/>
      </w:pPr>
      <w:r w:rsidRPr="008217D9">
        <w:t xml:space="preserve">  0.17969E+02     0.1265  -0.36998E+01</w:t>
      </w:r>
    </w:p>
    <w:p w:rsidR="00850AC8" w:rsidRPr="008217D9" w:rsidRDefault="00850AC8" w:rsidP="0071169B">
      <w:pPr>
        <w:spacing w:after="0" w:line="240" w:lineRule="auto"/>
      </w:pPr>
      <w:r w:rsidRPr="008217D9">
        <w:t xml:space="preserve">  0.18750E+02     0.1265  -0.24793E+01</w:t>
      </w:r>
    </w:p>
    <w:p w:rsidR="00850AC8" w:rsidRPr="008217D9" w:rsidRDefault="00850AC8" w:rsidP="0071169B">
      <w:pPr>
        <w:spacing w:after="0" w:line="240" w:lineRule="auto"/>
      </w:pPr>
      <w:r w:rsidRPr="008217D9">
        <w:t xml:space="preserve">  0.19531E+02     0.1265  -0.22579E+01</w:t>
      </w:r>
    </w:p>
    <w:p w:rsidR="00850AC8" w:rsidRPr="008217D9" w:rsidRDefault="00850AC8" w:rsidP="0071169B">
      <w:pPr>
        <w:spacing w:after="0" w:line="240" w:lineRule="auto"/>
      </w:pPr>
      <w:r w:rsidRPr="008217D9">
        <w:t xml:space="preserve">  0.20313E+02     0.1265  -0.21307E+01</w:t>
      </w:r>
    </w:p>
    <w:p w:rsidR="00850AC8" w:rsidRPr="008217D9" w:rsidRDefault="00850AC8" w:rsidP="0071169B">
      <w:pPr>
        <w:spacing w:after="0" w:line="240" w:lineRule="auto"/>
        <w:rPr>
          <w:lang w:val="en-US"/>
        </w:rPr>
      </w:pPr>
      <w:r w:rsidRPr="008217D9">
        <w:t xml:space="preserve">  </w:t>
      </w:r>
      <w:r w:rsidRPr="008217D9">
        <w:rPr>
          <w:lang w:val="en-US"/>
        </w:rPr>
        <w:t>0.21094E+02     0.1265  -0.17267E+01</w:t>
      </w:r>
    </w:p>
    <w:p w:rsidR="00850AC8" w:rsidRPr="008217D9" w:rsidRDefault="00850AC8" w:rsidP="0071169B">
      <w:pPr>
        <w:spacing w:after="0" w:line="240" w:lineRule="auto"/>
        <w:rPr>
          <w:lang w:val="en-US"/>
        </w:rPr>
      </w:pPr>
      <w:r w:rsidRPr="008217D9">
        <w:rPr>
          <w:lang w:val="en-US"/>
        </w:rPr>
        <w:t xml:space="preserve">  0.21875E+02     0.1265  -0.18992E+01</w:t>
      </w:r>
    </w:p>
    <w:p w:rsidR="00850AC8" w:rsidRPr="008217D9" w:rsidRDefault="00850AC8" w:rsidP="0071169B">
      <w:pPr>
        <w:spacing w:after="0" w:line="240" w:lineRule="auto"/>
        <w:rPr>
          <w:lang w:val="en-US"/>
        </w:rPr>
      </w:pPr>
      <w:r w:rsidRPr="008217D9">
        <w:rPr>
          <w:lang w:val="en-US"/>
        </w:rPr>
        <w:t xml:space="preserve">  0.22656E+02     0.1265  -0.31306E+01</w:t>
      </w:r>
    </w:p>
    <w:p w:rsidR="00850AC8" w:rsidRPr="008217D9" w:rsidRDefault="00850AC8" w:rsidP="0071169B">
      <w:pPr>
        <w:spacing w:after="0" w:line="240" w:lineRule="auto"/>
        <w:rPr>
          <w:lang w:val="en-US"/>
        </w:rPr>
      </w:pPr>
      <w:r w:rsidRPr="008217D9">
        <w:rPr>
          <w:lang w:val="en-US"/>
        </w:rPr>
        <w:t xml:space="preserve">  0.23438E+02     0.1265  -0.19512E+01</w:t>
      </w:r>
    </w:p>
    <w:p w:rsidR="00850AC8" w:rsidRDefault="00850AC8" w:rsidP="0071169B">
      <w:pPr>
        <w:spacing w:after="0" w:line="240" w:lineRule="auto"/>
        <w:rPr>
          <w:lang w:val="en-US"/>
        </w:rPr>
      </w:pPr>
      <w:r w:rsidRPr="008217D9">
        <w:rPr>
          <w:lang w:val="en-US"/>
        </w:rPr>
        <w:t xml:space="preserve">  0.24219E+02     0.1265  -0.23335E+01</w:t>
      </w:r>
    </w:p>
    <w:p w:rsidR="00850AC8" w:rsidRDefault="00850AC8" w:rsidP="00BE45E0">
      <w:pPr>
        <w:rPr>
          <w:lang w:val="en-US"/>
        </w:rPr>
      </w:pPr>
    </w:p>
    <w:p w:rsidR="00850AC8" w:rsidRDefault="00850AC8" w:rsidP="00675157">
      <w:pPr>
        <w:outlineLvl w:val="0"/>
        <w:rPr>
          <w:lang w:val="en-US"/>
        </w:rPr>
      </w:pPr>
      <w:r>
        <w:rPr>
          <w:lang w:val="en-US"/>
        </w:rPr>
        <w:t>Tail of solution with  ic==1 and ic==2</w:t>
      </w:r>
    </w:p>
    <w:p w:rsidR="00850AC8" w:rsidRPr="0071169B" w:rsidRDefault="00850AC8" w:rsidP="0071169B">
      <w:pPr>
        <w:spacing w:after="0" w:line="240" w:lineRule="auto"/>
      </w:pPr>
      <w:r w:rsidRPr="0071169B">
        <w:t xml:space="preserve">  0.17188E+02     0.1265  -0.15324E+01</w:t>
      </w:r>
    </w:p>
    <w:p w:rsidR="00850AC8" w:rsidRPr="0071169B" w:rsidRDefault="00850AC8" w:rsidP="0071169B">
      <w:pPr>
        <w:spacing w:after="0" w:line="240" w:lineRule="auto"/>
      </w:pPr>
      <w:r w:rsidRPr="0071169B">
        <w:t xml:space="preserve">  0.17969E+02     0.1265  -0.22999E+01</w:t>
      </w:r>
    </w:p>
    <w:p w:rsidR="00850AC8" w:rsidRPr="0071169B" w:rsidRDefault="00850AC8" w:rsidP="0071169B">
      <w:pPr>
        <w:spacing w:after="0" w:line="240" w:lineRule="auto"/>
      </w:pPr>
      <w:r w:rsidRPr="0071169B">
        <w:t xml:space="preserve">  0.18750E+02     0.1265  -0.22120E+01</w:t>
      </w:r>
    </w:p>
    <w:p w:rsidR="00850AC8" w:rsidRPr="0071169B" w:rsidRDefault="00850AC8" w:rsidP="0071169B">
      <w:pPr>
        <w:spacing w:after="0" w:line="240" w:lineRule="auto"/>
      </w:pPr>
      <w:r w:rsidRPr="0071169B">
        <w:t xml:space="preserve">  0.19531E+02     0.1265  -0.14236E+01</w:t>
      </w:r>
    </w:p>
    <w:p w:rsidR="00850AC8" w:rsidRPr="0071169B" w:rsidRDefault="00850AC8" w:rsidP="0071169B">
      <w:pPr>
        <w:spacing w:after="0" w:line="240" w:lineRule="auto"/>
      </w:pPr>
      <w:r w:rsidRPr="0071169B">
        <w:t xml:space="preserve">  0.20313E+02     0.1265  -0.14883E+01</w:t>
      </w:r>
    </w:p>
    <w:p w:rsidR="00850AC8" w:rsidRPr="0071169B" w:rsidRDefault="00850AC8" w:rsidP="0071169B">
      <w:pPr>
        <w:spacing w:after="0" w:line="240" w:lineRule="auto"/>
        <w:rPr>
          <w:lang w:val="en-US"/>
        </w:rPr>
      </w:pPr>
      <w:r w:rsidRPr="0071169B">
        <w:t xml:space="preserve">  </w:t>
      </w:r>
      <w:r w:rsidRPr="0071169B">
        <w:rPr>
          <w:lang w:val="en-US"/>
        </w:rPr>
        <w:t>0.21094E+02     0.1265  -0.14550E+01</w:t>
      </w:r>
    </w:p>
    <w:p w:rsidR="00850AC8" w:rsidRPr="0071169B" w:rsidRDefault="00850AC8" w:rsidP="0071169B">
      <w:pPr>
        <w:spacing w:after="0" w:line="240" w:lineRule="auto"/>
        <w:rPr>
          <w:lang w:val="en-US"/>
        </w:rPr>
      </w:pPr>
      <w:r w:rsidRPr="0071169B">
        <w:rPr>
          <w:lang w:val="en-US"/>
        </w:rPr>
        <w:t xml:space="preserve">  0.21875E+02     0.1265  -0.12888E+01</w:t>
      </w:r>
    </w:p>
    <w:p w:rsidR="00850AC8" w:rsidRPr="0071169B" w:rsidRDefault="00850AC8" w:rsidP="0071169B">
      <w:pPr>
        <w:spacing w:after="0" w:line="240" w:lineRule="auto"/>
        <w:rPr>
          <w:lang w:val="en-US"/>
        </w:rPr>
      </w:pPr>
      <w:r w:rsidRPr="0071169B">
        <w:rPr>
          <w:lang w:val="en-US"/>
        </w:rPr>
        <w:t xml:space="preserve">  0.22656E+02     0.1265  -0.23552E+01</w:t>
      </w:r>
    </w:p>
    <w:p w:rsidR="00850AC8" w:rsidRPr="0071169B" w:rsidRDefault="00850AC8" w:rsidP="0071169B">
      <w:pPr>
        <w:spacing w:after="0" w:line="240" w:lineRule="auto"/>
        <w:rPr>
          <w:lang w:val="en-US"/>
        </w:rPr>
      </w:pPr>
      <w:r w:rsidRPr="0071169B">
        <w:rPr>
          <w:lang w:val="en-US"/>
        </w:rPr>
        <w:t xml:space="preserve">  0.23438E+02     0.1265  -0.14974E+01</w:t>
      </w:r>
    </w:p>
    <w:p w:rsidR="00850AC8" w:rsidRDefault="00850AC8" w:rsidP="0071169B">
      <w:pPr>
        <w:spacing w:after="0" w:line="240" w:lineRule="auto"/>
        <w:rPr>
          <w:lang w:val="en-US"/>
        </w:rPr>
      </w:pPr>
      <w:r w:rsidRPr="0071169B">
        <w:rPr>
          <w:lang w:val="en-US"/>
        </w:rPr>
        <w:t xml:space="preserve">  0.24219E+02     0.1265  -0.16323E+01</w:t>
      </w:r>
    </w:p>
    <w:p w:rsidR="00850AC8" w:rsidRPr="00BE45E0" w:rsidRDefault="00850AC8" w:rsidP="00BE45E0">
      <w:pPr>
        <w:rPr>
          <w:lang w:val="en-US"/>
        </w:rPr>
      </w:pPr>
    </w:p>
    <w:sectPr w:rsidR="00850AC8" w:rsidRPr="00BE45E0" w:rsidSect="006868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5E0"/>
    <w:rsid w:val="00675157"/>
    <w:rsid w:val="006868EF"/>
    <w:rsid w:val="0071169B"/>
    <w:rsid w:val="008217D9"/>
    <w:rsid w:val="00850AC8"/>
    <w:rsid w:val="00AB2D0A"/>
    <w:rsid w:val="00B17A5D"/>
    <w:rsid w:val="00BE4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EF"/>
    <w:pPr>
      <w:spacing w:after="200" w:line="276" w:lineRule="auto"/>
    </w:pPr>
    <w:rPr>
      <w:lang w:val="pt-B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7515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04E3"/>
    <w:rPr>
      <w:rFonts w:ascii="Times New Roman" w:hAnsi="Times New Roman"/>
      <w:sz w:val="0"/>
      <w:szCs w:val="0"/>
      <w:lang w:val="pt-B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183</Words>
  <Characters>1046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SUBROUTINE ropp_pp_spectra</dc:title>
  <dc:subject/>
  <dc:creator>GALERA</dc:creator>
  <cp:keywords/>
  <dc:description/>
  <cp:lastModifiedBy>ian.culverwell</cp:lastModifiedBy>
  <cp:revision>2</cp:revision>
  <dcterms:created xsi:type="dcterms:W3CDTF">2011-04-28T06:54:00Z</dcterms:created>
  <dcterms:modified xsi:type="dcterms:W3CDTF">2011-04-28T06:54:00Z</dcterms:modified>
</cp:coreProperties>
</file>